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E4C24" w14:textId="77777777" w:rsidR="009E3FEE" w:rsidRDefault="00D9572D">
      <w:pPr>
        <w:rPr>
          <w:b/>
          <w:lang w:val="es-E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D8C2C" wp14:editId="0E57541F">
                <wp:simplePos x="0" y="0"/>
                <wp:positionH relativeFrom="column">
                  <wp:posOffset>3432175</wp:posOffset>
                </wp:positionH>
                <wp:positionV relativeFrom="paragraph">
                  <wp:posOffset>-385445</wp:posOffset>
                </wp:positionV>
                <wp:extent cx="2588895" cy="1501775"/>
                <wp:effectExtent l="0" t="25400" r="0" b="222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8895" cy="150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1B80119" w14:textId="77777777" w:rsidR="00676E97" w:rsidRPr="009E3FEE" w:rsidRDefault="00676E97" w:rsidP="009E3FEE">
                            <w:pPr>
                              <w:jc w:val="center"/>
                              <w:rPr>
                                <w:b/>
                                <w:spacing w:val="10"/>
                                <w:sz w:val="144"/>
                                <w:szCs w:val="72"/>
                                <w:lang w:val="es-ES"/>
                              </w:rPr>
                            </w:pPr>
                            <w:r w:rsidRPr="009E3FEE">
                              <w:rPr>
                                <w:b/>
                                <w:spacing w:val="10"/>
                                <w:sz w:val="144"/>
                                <w:szCs w:val="72"/>
                                <w:lang w:val="es-ES"/>
                              </w:rPr>
                              <w:t>LOTO!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270.25pt;margin-top:-30.3pt;width:203.85pt;height:118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" filled="f" stroked="f">
                <v:path arrowok="t"/>
                <v:textbox style="mso-fit-shape-to-text:t">
                  <w:txbxContent>
                    <w:p w14:paraId="41B80119" w14:textId="77777777" w:rsidR="009E3FEE" w:rsidRPr="009E3FEE" w:rsidRDefault="009E3FEE" w:rsidP="009E3FEE">
                      <w:pPr>
                        <w:jc w:val="center"/>
                        <w:rPr>
                          <w:b/>
                          <w:spacing w:val="10"/>
                          <w:sz w:val="144"/>
                          <w:szCs w:val="72"/>
                          <w:lang w:val="es-ES"/>
                        </w:rPr>
                      </w:pPr>
                      <w:r w:rsidRPr="009E3FEE">
                        <w:rPr>
                          <w:b/>
                          <w:spacing w:val="10"/>
                          <w:sz w:val="144"/>
                          <w:szCs w:val="72"/>
                          <w:lang w:val="es-ES"/>
                        </w:rPr>
                        <w:t>LOTO!</w:t>
                      </w:r>
                    </w:p>
                  </w:txbxContent>
                </v:textbox>
              </v:shape>
            </w:pict>
          </mc:Fallback>
        </mc:AlternateContent>
      </w:r>
    </w:p>
    <w:p w14:paraId="78CBACAF" w14:textId="77777777" w:rsidR="009E3FEE" w:rsidRDefault="009E3FEE">
      <w:pPr>
        <w:rPr>
          <w:b/>
          <w:lang w:val="es-ES"/>
        </w:rPr>
      </w:pPr>
    </w:p>
    <w:p w14:paraId="38ACAAD6" w14:textId="77777777" w:rsidR="00AC39B0" w:rsidRPr="00422D3C" w:rsidRDefault="009E3FEE" w:rsidP="00AE0CE2">
      <w:pPr>
        <w:jc w:val="center"/>
        <w:rPr>
          <w:b/>
        </w:rPr>
      </w:pPr>
      <w:r w:rsidRPr="009E3FEE">
        <w:rPr>
          <w:b/>
        </w:rPr>
        <w:t xml:space="preserve">Instructions: Compétez le tableau </w:t>
      </w:r>
      <w:r>
        <w:rPr>
          <w:b/>
        </w:rPr>
        <w:t xml:space="preserve">de loto </w:t>
      </w:r>
      <w:r w:rsidRPr="009E3FEE">
        <w:rPr>
          <w:b/>
        </w:rPr>
        <w:t xml:space="preserve">au-dessous </w:t>
      </w:r>
      <w:r>
        <w:rPr>
          <w:b/>
        </w:rPr>
        <w:t>avec le vocabulaire donné. Faites attention à ne pas répéter les mots !</w:t>
      </w:r>
    </w:p>
    <w:tbl>
      <w:tblPr>
        <w:tblW w:w="13611" w:type="dxa"/>
        <w:jc w:val="center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3"/>
        <w:gridCol w:w="2160"/>
        <w:gridCol w:w="1890"/>
        <w:gridCol w:w="1800"/>
        <w:gridCol w:w="1800"/>
        <w:gridCol w:w="1530"/>
        <w:gridCol w:w="2348"/>
      </w:tblGrid>
      <w:tr w:rsidR="00AE0CE2" w:rsidRPr="00AE0CE2" w14:paraId="03F05443" w14:textId="77777777" w:rsidTr="00AE0CE2">
        <w:trPr>
          <w:trHeight w:val="290"/>
          <w:jc w:val="center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2B7EC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CHAMBRE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ACF3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TÉLÉPHONE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ECC7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DISQUE DUR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4391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CLAVIER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F122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SOURIS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C8EEE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AFFICHES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F164" w14:textId="6661FAE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LAVE-VAISSELLE</w:t>
            </w:r>
          </w:p>
        </w:tc>
      </w:tr>
      <w:tr w:rsidR="00AE0CE2" w:rsidRPr="00AE0CE2" w14:paraId="4BB2CAE1" w14:textId="77777777" w:rsidTr="00AE0CE2">
        <w:trPr>
          <w:trHeight w:val="290"/>
          <w:jc w:val="center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3408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MAISON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1D866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CHEVEUX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6B16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BOUCHE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2760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SALON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6C70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FRIGO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C127" w14:textId="10D3F905" w:rsidR="00AE0CE2" w:rsidRPr="00AE0CE2" w:rsidRDefault="008F16EE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GARAG</w:t>
            </w:r>
            <w:r w:rsidR="008C305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9E569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TOUR</w:t>
            </w:r>
          </w:p>
        </w:tc>
      </w:tr>
      <w:tr w:rsidR="00AE0CE2" w:rsidRPr="00AE0CE2" w14:paraId="0925869B" w14:textId="77777777" w:rsidTr="00AE0CE2">
        <w:trPr>
          <w:trHeight w:val="290"/>
          <w:jc w:val="center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FC7F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ORDINATEUR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C570D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SAC À DOS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4910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ÉCRAN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E59F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AMIS</w:t>
            </w:r>
            <w:r w:rsidR="00AE0CE2" w:rsidRPr="00AE0C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D383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LIT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1EC3" w14:textId="2F05001F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CLÉ</w:t>
            </w:r>
            <w:r w:rsidR="008F16E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USB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CDF8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DOSSIERS</w:t>
            </w:r>
          </w:p>
        </w:tc>
      </w:tr>
      <w:tr w:rsidR="00AE0CE2" w:rsidRPr="00AE0CE2" w14:paraId="3167D6D8" w14:textId="77777777" w:rsidTr="00AE0CE2">
        <w:trPr>
          <w:trHeight w:val="290"/>
          <w:jc w:val="center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94D0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ENCEINTES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EBB8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LAVE-LINGE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CAEF" w14:textId="3921D561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TOUCHE</w:t>
            </w:r>
            <w:r w:rsidR="008F16E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0B89" w14:textId="6203AC79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JAMBE</w:t>
            </w:r>
            <w:r w:rsidR="008F16E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</w:t>
            </w:r>
            <w:r w:rsidR="00AE0CE2" w:rsidRPr="00AE0C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895E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ARMOIRE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CC11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GRILLE-PAIN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77C0" w14:textId="229AD7FE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FAUTEUIL</w:t>
            </w:r>
            <w:r w:rsidR="008F16E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</w:t>
            </w:r>
          </w:p>
        </w:tc>
      </w:tr>
      <w:tr w:rsidR="00AE0CE2" w:rsidRPr="00AE0CE2" w14:paraId="6E8B0667" w14:textId="77777777" w:rsidTr="00AE0CE2">
        <w:trPr>
          <w:trHeight w:val="290"/>
          <w:jc w:val="center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9EAFE" w14:textId="69B3FDF0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COPAIN</w:t>
            </w:r>
            <w:r w:rsidR="008F16E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F9E6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BANANE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CE7D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SALLE DE BAINS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5466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FRAISES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78F5F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ASPERGES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3D979" w14:textId="6DE26DCA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PIED</w:t>
            </w:r>
            <w:r w:rsidR="008F16E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C602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DOIGTS</w:t>
            </w:r>
          </w:p>
        </w:tc>
      </w:tr>
      <w:tr w:rsidR="00AE0CE2" w:rsidRPr="00AE0CE2" w14:paraId="5BC4B474" w14:textId="77777777" w:rsidTr="00AE0CE2">
        <w:trPr>
          <w:trHeight w:val="290"/>
          <w:jc w:val="center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188CA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DÎNER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99277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RIDEAUX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93FA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CŒUR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D93A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MONITEUR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6634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BAIGNOIRE</w:t>
            </w:r>
          </w:p>
        </w:tc>
      </w:tr>
      <w:tr w:rsidR="00AE0CE2" w:rsidRPr="00AE0CE2" w14:paraId="232314FB" w14:textId="77777777" w:rsidTr="00AE0CE2">
        <w:trPr>
          <w:trHeight w:val="290"/>
          <w:jc w:val="center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9EA2" w14:textId="77777777"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7430" w14:textId="77777777"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305EB" w14:textId="77777777"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CFDB" w14:textId="77777777" w:rsidR="00AE0CE2" w:rsidRPr="00AE0CE2" w:rsidRDefault="00AE0CE2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C2F9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TOILETTES</w:t>
            </w:r>
          </w:p>
        </w:tc>
        <w:tc>
          <w:tcPr>
            <w:tcW w:w="3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4B00F" w14:textId="77777777" w:rsidR="00AE0CE2" w:rsidRPr="00AE0CE2" w:rsidRDefault="008C3050" w:rsidP="00AE0C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GORGE</w:t>
            </w:r>
          </w:p>
        </w:tc>
      </w:tr>
    </w:tbl>
    <w:p w14:paraId="13E89962" w14:textId="77777777" w:rsidR="007F7702" w:rsidRDefault="007F7702" w:rsidP="007F7702">
      <w:pPr>
        <w:spacing w:after="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8C3050" w:rsidRPr="00702E02" w14:paraId="483B267B" w14:textId="77777777" w:rsidTr="008C3050">
        <w:trPr>
          <w:trHeight w:val="386"/>
          <w:jc w:val="center"/>
        </w:trPr>
        <w:tc>
          <w:tcPr>
            <w:tcW w:w="1915" w:type="dxa"/>
          </w:tcPr>
          <w:p w14:paraId="5D5100EB" w14:textId="77777777" w:rsidR="008C3050" w:rsidRPr="00CD5A31" w:rsidRDefault="008C3050" w:rsidP="008C3050">
            <w:pPr>
              <w:jc w:val="center"/>
              <w:rPr>
                <w:b/>
                <w:i/>
                <w:sz w:val="36"/>
              </w:rPr>
            </w:pPr>
            <w:r w:rsidRPr="00CD5A31">
              <w:rPr>
                <w:b/>
                <w:i/>
                <w:sz w:val="36"/>
              </w:rPr>
              <w:t>MON</w:t>
            </w:r>
          </w:p>
        </w:tc>
        <w:tc>
          <w:tcPr>
            <w:tcW w:w="1915" w:type="dxa"/>
          </w:tcPr>
          <w:p w14:paraId="079D19AE" w14:textId="77777777" w:rsidR="008C3050" w:rsidRPr="00CD5A31" w:rsidRDefault="008C3050" w:rsidP="008C3050">
            <w:pPr>
              <w:jc w:val="center"/>
              <w:rPr>
                <w:b/>
                <w:i/>
                <w:sz w:val="36"/>
              </w:rPr>
            </w:pPr>
            <w:r w:rsidRPr="00CD5A31">
              <w:rPr>
                <w:b/>
                <w:i/>
                <w:sz w:val="36"/>
              </w:rPr>
              <w:t>TA</w:t>
            </w:r>
          </w:p>
        </w:tc>
        <w:tc>
          <w:tcPr>
            <w:tcW w:w="1915" w:type="dxa"/>
          </w:tcPr>
          <w:p w14:paraId="30EEE7AD" w14:textId="77777777" w:rsidR="008C3050" w:rsidRPr="00CD5A31" w:rsidRDefault="008C3050" w:rsidP="008C3050">
            <w:pPr>
              <w:jc w:val="center"/>
              <w:rPr>
                <w:b/>
                <w:i/>
                <w:sz w:val="36"/>
              </w:rPr>
            </w:pPr>
            <w:r w:rsidRPr="00CD5A31">
              <w:rPr>
                <w:b/>
                <w:i/>
                <w:sz w:val="36"/>
              </w:rPr>
              <w:t>SES</w:t>
            </w:r>
          </w:p>
        </w:tc>
        <w:tc>
          <w:tcPr>
            <w:tcW w:w="1915" w:type="dxa"/>
          </w:tcPr>
          <w:p w14:paraId="583AABEB" w14:textId="77777777" w:rsidR="008C3050" w:rsidRPr="00CD5A31" w:rsidRDefault="008C3050" w:rsidP="008C3050">
            <w:pPr>
              <w:jc w:val="center"/>
              <w:rPr>
                <w:b/>
                <w:i/>
                <w:sz w:val="36"/>
              </w:rPr>
            </w:pPr>
            <w:r w:rsidRPr="00CD5A31">
              <w:rPr>
                <w:b/>
                <w:i/>
                <w:sz w:val="36"/>
              </w:rPr>
              <w:t>NOTRE</w:t>
            </w:r>
          </w:p>
        </w:tc>
        <w:tc>
          <w:tcPr>
            <w:tcW w:w="1916" w:type="dxa"/>
          </w:tcPr>
          <w:p w14:paraId="5DE22891" w14:textId="77777777" w:rsidR="008C3050" w:rsidRPr="00CD5A31" w:rsidRDefault="008C3050" w:rsidP="008C3050">
            <w:pPr>
              <w:jc w:val="center"/>
              <w:rPr>
                <w:b/>
                <w:i/>
                <w:sz w:val="36"/>
              </w:rPr>
            </w:pPr>
            <w:r w:rsidRPr="00CD5A31">
              <w:rPr>
                <w:b/>
                <w:i/>
                <w:sz w:val="36"/>
              </w:rPr>
              <w:t>LEURS</w:t>
            </w:r>
          </w:p>
        </w:tc>
      </w:tr>
      <w:tr w:rsidR="007264FC" w:rsidRPr="00702E02" w14:paraId="2DC6DC5C" w14:textId="77777777" w:rsidTr="007A42A6">
        <w:trPr>
          <w:trHeight w:val="1313"/>
          <w:jc w:val="center"/>
        </w:trPr>
        <w:tc>
          <w:tcPr>
            <w:tcW w:w="1915" w:type="dxa"/>
          </w:tcPr>
          <w:p w14:paraId="2040146D" w14:textId="77777777" w:rsidR="007264FC" w:rsidRPr="00702E02" w:rsidRDefault="007264FC" w:rsidP="007264FC"/>
          <w:p w14:paraId="555C67F9" w14:textId="77777777" w:rsidR="007264FC" w:rsidRPr="00702E02" w:rsidRDefault="007264FC" w:rsidP="007264FC"/>
          <w:p w14:paraId="550D9525" w14:textId="77777777" w:rsidR="007264FC" w:rsidRPr="00702E02" w:rsidRDefault="007264FC" w:rsidP="007264FC"/>
          <w:p w14:paraId="051F968B" w14:textId="77777777" w:rsidR="007264FC" w:rsidRPr="00702E02" w:rsidRDefault="007264FC" w:rsidP="007264FC"/>
        </w:tc>
        <w:tc>
          <w:tcPr>
            <w:tcW w:w="1915" w:type="dxa"/>
          </w:tcPr>
          <w:p w14:paraId="27DF0DC4" w14:textId="77777777" w:rsidR="007264FC" w:rsidRPr="00702E02" w:rsidRDefault="007264FC" w:rsidP="007264FC"/>
        </w:tc>
        <w:tc>
          <w:tcPr>
            <w:tcW w:w="1915" w:type="dxa"/>
          </w:tcPr>
          <w:p w14:paraId="331FE5AE" w14:textId="77777777" w:rsidR="007264FC" w:rsidRPr="00702E02" w:rsidRDefault="007264FC" w:rsidP="007264FC"/>
        </w:tc>
        <w:tc>
          <w:tcPr>
            <w:tcW w:w="1915" w:type="dxa"/>
          </w:tcPr>
          <w:p w14:paraId="69BB1701" w14:textId="77777777" w:rsidR="007264FC" w:rsidRPr="00702E02" w:rsidRDefault="007264FC" w:rsidP="007264FC"/>
        </w:tc>
        <w:tc>
          <w:tcPr>
            <w:tcW w:w="1916" w:type="dxa"/>
          </w:tcPr>
          <w:p w14:paraId="496E768D" w14:textId="77777777" w:rsidR="007264FC" w:rsidRPr="00702E02" w:rsidRDefault="007264FC" w:rsidP="007264FC"/>
        </w:tc>
      </w:tr>
      <w:tr w:rsidR="007264FC" w:rsidRPr="00702E02" w14:paraId="728EF67B" w14:textId="77777777" w:rsidTr="007A42A6">
        <w:trPr>
          <w:trHeight w:val="1403"/>
          <w:jc w:val="center"/>
        </w:trPr>
        <w:tc>
          <w:tcPr>
            <w:tcW w:w="1915" w:type="dxa"/>
          </w:tcPr>
          <w:p w14:paraId="410086CB" w14:textId="77777777" w:rsidR="007264FC" w:rsidRPr="00702E02" w:rsidRDefault="007264FC" w:rsidP="007264FC"/>
          <w:p w14:paraId="4C3FFDA0" w14:textId="77777777" w:rsidR="007264FC" w:rsidRPr="00702E02" w:rsidRDefault="007264FC" w:rsidP="007264FC"/>
          <w:p w14:paraId="4DF1C1D5" w14:textId="77777777" w:rsidR="007264FC" w:rsidRPr="00702E02" w:rsidRDefault="007264FC" w:rsidP="007264FC"/>
          <w:p w14:paraId="4EA5F8FF" w14:textId="77777777" w:rsidR="007264FC" w:rsidRPr="00702E02" w:rsidRDefault="007264FC" w:rsidP="007264FC"/>
        </w:tc>
        <w:tc>
          <w:tcPr>
            <w:tcW w:w="1915" w:type="dxa"/>
          </w:tcPr>
          <w:p w14:paraId="504E28B3" w14:textId="77777777" w:rsidR="007264FC" w:rsidRPr="00702E02" w:rsidRDefault="007264FC" w:rsidP="007264FC"/>
        </w:tc>
        <w:tc>
          <w:tcPr>
            <w:tcW w:w="1915" w:type="dxa"/>
          </w:tcPr>
          <w:p w14:paraId="617C419A" w14:textId="77777777" w:rsidR="007264FC" w:rsidRPr="00702E02" w:rsidRDefault="007264FC" w:rsidP="007264FC"/>
        </w:tc>
        <w:tc>
          <w:tcPr>
            <w:tcW w:w="1915" w:type="dxa"/>
          </w:tcPr>
          <w:p w14:paraId="76EDA455" w14:textId="77777777" w:rsidR="007264FC" w:rsidRPr="00702E02" w:rsidRDefault="007264FC" w:rsidP="007264FC"/>
        </w:tc>
        <w:tc>
          <w:tcPr>
            <w:tcW w:w="1916" w:type="dxa"/>
          </w:tcPr>
          <w:p w14:paraId="15C64698" w14:textId="77777777" w:rsidR="007264FC" w:rsidRPr="00702E02" w:rsidRDefault="007264FC" w:rsidP="007264FC"/>
        </w:tc>
      </w:tr>
      <w:tr w:rsidR="007264FC" w:rsidRPr="00702E02" w14:paraId="1083237F" w14:textId="77777777" w:rsidTr="007A42A6">
        <w:trPr>
          <w:trHeight w:val="1295"/>
          <w:jc w:val="center"/>
        </w:trPr>
        <w:tc>
          <w:tcPr>
            <w:tcW w:w="1915" w:type="dxa"/>
          </w:tcPr>
          <w:p w14:paraId="7192AE8A" w14:textId="77777777" w:rsidR="007264FC" w:rsidRPr="00702E02" w:rsidRDefault="007264FC" w:rsidP="007264FC"/>
          <w:p w14:paraId="233EC6AA" w14:textId="77777777" w:rsidR="007264FC" w:rsidRPr="00702E02" w:rsidRDefault="007264FC" w:rsidP="007264FC"/>
          <w:p w14:paraId="3A583C34" w14:textId="77777777" w:rsidR="007264FC" w:rsidRPr="00702E02" w:rsidRDefault="007264FC" w:rsidP="007264FC"/>
          <w:p w14:paraId="660A6590" w14:textId="77777777" w:rsidR="007264FC" w:rsidRPr="00702E02" w:rsidRDefault="007264FC" w:rsidP="007264FC"/>
        </w:tc>
        <w:tc>
          <w:tcPr>
            <w:tcW w:w="1915" w:type="dxa"/>
          </w:tcPr>
          <w:p w14:paraId="37E73AE0" w14:textId="77777777" w:rsidR="007264FC" w:rsidRPr="00702E02" w:rsidRDefault="007264FC" w:rsidP="007264FC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14:paraId="3CCA7CFD" w14:textId="77777777" w:rsidR="007264FC" w:rsidRPr="00702E02" w:rsidRDefault="007264FC" w:rsidP="007264FC">
            <w:pPr>
              <w:jc w:val="center"/>
              <w:rPr>
                <w:b/>
              </w:rPr>
            </w:pPr>
          </w:p>
          <w:p w14:paraId="3F29D90A" w14:textId="77777777" w:rsidR="007264FC" w:rsidRPr="007264FC" w:rsidRDefault="007264FC" w:rsidP="007264FC">
            <w:pPr>
              <w:jc w:val="center"/>
              <w:rPr>
                <w:b/>
                <w:lang w:val="es-ES"/>
              </w:rPr>
            </w:pPr>
            <w:r w:rsidRPr="007A42A6">
              <w:rPr>
                <w:b/>
                <w:sz w:val="48"/>
                <w:lang w:val="es-ES"/>
              </w:rPr>
              <w:t>*LIBRE*</w:t>
            </w:r>
          </w:p>
        </w:tc>
        <w:tc>
          <w:tcPr>
            <w:tcW w:w="1915" w:type="dxa"/>
          </w:tcPr>
          <w:p w14:paraId="43783A63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6" w:type="dxa"/>
          </w:tcPr>
          <w:p w14:paraId="7664B510" w14:textId="77777777" w:rsidR="007264FC" w:rsidRDefault="007264FC" w:rsidP="007264FC">
            <w:pPr>
              <w:rPr>
                <w:lang w:val="es-ES"/>
              </w:rPr>
            </w:pPr>
          </w:p>
        </w:tc>
      </w:tr>
      <w:tr w:rsidR="007264FC" w:rsidRPr="00702E02" w14:paraId="5F70877C" w14:textId="77777777" w:rsidTr="007A42A6">
        <w:trPr>
          <w:trHeight w:val="1295"/>
          <w:jc w:val="center"/>
        </w:trPr>
        <w:tc>
          <w:tcPr>
            <w:tcW w:w="1915" w:type="dxa"/>
          </w:tcPr>
          <w:p w14:paraId="11F57C35" w14:textId="77777777" w:rsidR="007264FC" w:rsidRDefault="007264FC" w:rsidP="007264FC">
            <w:pPr>
              <w:rPr>
                <w:lang w:val="es-ES"/>
              </w:rPr>
            </w:pPr>
          </w:p>
          <w:p w14:paraId="11AAB228" w14:textId="77777777" w:rsidR="007264FC" w:rsidRDefault="007264FC" w:rsidP="007264FC">
            <w:pPr>
              <w:rPr>
                <w:lang w:val="es-ES"/>
              </w:rPr>
            </w:pPr>
          </w:p>
          <w:p w14:paraId="5C816526" w14:textId="77777777" w:rsidR="007264FC" w:rsidRDefault="007264FC" w:rsidP="007264FC">
            <w:pPr>
              <w:rPr>
                <w:lang w:val="es-ES"/>
              </w:rPr>
            </w:pPr>
          </w:p>
          <w:p w14:paraId="6B123A9E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5" w:type="dxa"/>
          </w:tcPr>
          <w:p w14:paraId="355FBB1B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5" w:type="dxa"/>
          </w:tcPr>
          <w:p w14:paraId="3499D074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5" w:type="dxa"/>
          </w:tcPr>
          <w:p w14:paraId="0BDEBD39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6" w:type="dxa"/>
          </w:tcPr>
          <w:p w14:paraId="7B0DE754" w14:textId="77777777" w:rsidR="007264FC" w:rsidRDefault="007264FC" w:rsidP="007264FC">
            <w:pPr>
              <w:rPr>
                <w:lang w:val="es-ES"/>
              </w:rPr>
            </w:pPr>
          </w:p>
        </w:tc>
      </w:tr>
      <w:tr w:rsidR="007264FC" w:rsidRPr="00702E02" w14:paraId="2943CC4F" w14:textId="77777777" w:rsidTr="00A33F70">
        <w:trPr>
          <w:trHeight w:val="1385"/>
          <w:jc w:val="center"/>
        </w:trPr>
        <w:tc>
          <w:tcPr>
            <w:tcW w:w="1915" w:type="dxa"/>
          </w:tcPr>
          <w:p w14:paraId="7B0A978E" w14:textId="77777777" w:rsidR="007264FC" w:rsidRDefault="007264FC" w:rsidP="007264FC">
            <w:pPr>
              <w:rPr>
                <w:lang w:val="es-ES"/>
              </w:rPr>
            </w:pPr>
          </w:p>
          <w:p w14:paraId="606517EC" w14:textId="77777777" w:rsidR="007264FC" w:rsidRDefault="007264FC" w:rsidP="007264FC">
            <w:pPr>
              <w:rPr>
                <w:lang w:val="es-ES"/>
              </w:rPr>
            </w:pPr>
          </w:p>
          <w:p w14:paraId="2153A3F5" w14:textId="77777777" w:rsidR="007264FC" w:rsidRDefault="007264FC" w:rsidP="007264FC">
            <w:pPr>
              <w:rPr>
                <w:lang w:val="es-ES"/>
              </w:rPr>
            </w:pPr>
          </w:p>
          <w:p w14:paraId="20C5C513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5" w:type="dxa"/>
          </w:tcPr>
          <w:p w14:paraId="5E261FED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5" w:type="dxa"/>
          </w:tcPr>
          <w:p w14:paraId="77A39F83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5" w:type="dxa"/>
          </w:tcPr>
          <w:p w14:paraId="5B2B4B51" w14:textId="77777777" w:rsidR="007264FC" w:rsidRDefault="007264FC" w:rsidP="007264FC">
            <w:pPr>
              <w:rPr>
                <w:lang w:val="es-ES"/>
              </w:rPr>
            </w:pPr>
          </w:p>
        </w:tc>
        <w:tc>
          <w:tcPr>
            <w:tcW w:w="1916" w:type="dxa"/>
          </w:tcPr>
          <w:p w14:paraId="26F53D77" w14:textId="77777777" w:rsidR="007264FC" w:rsidRDefault="007264FC" w:rsidP="007264FC">
            <w:pPr>
              <w:rPr>
                <w:lang w:val="es-ES"/>
              </w:rPr>
            </w:pPr>
          </w:p>
        </w:tc>
      </w:tr>
    </w:tbl>
    <w:p w14:paraId="2901B084" w14:textId="77777777" w:rsidR="007A42A6" w:rsidRDefault="007A42A6" w:rsidP="00AE0CE2">
      <w:pPr>
        <w:spacing w:after="0" w:line="240" w:lineRule="auto"/>
        <w:jc w:val="center"/>
        <w:rPr>
          <w:b/>
        </w:rPr>
      </w:pPr>
    </w:p>
    <w:p w14:paraId="295CFD9F" w14:textId="4AC59C94" w:rsidR="008F16EE" w:rsidRPr="00C958B8" w:rsidRDefault="008F16EE" w:rsidP="00C958B8">
      <w:pPr>
        <w:spacing w:after="0" w:line="240" w:lineRule="auto"/>
        <w:rPr>
          <w:b/>
          <w:sz w:val="28"/>
          <w:szCs w:val="28"/>
        </w:rPr>
      </w:pPr>
      <w:r w:rsidRPr="00C958B8">
        <w:rPr>
          <w:b/>
          <w:sz w:val="28"/>
          <w:szCs w:val="28"/>
        </w:rPr>
        <w:lastRenderedPageBreak/>
        <w:t>1. TA BANANE</w:t>
      </w:r>
    </w:p>
    <w:p w14:paraId="6F7A8823" w14:textId="1A14A8F8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2. NOTRE BAIGNOIRE</w:t>
      </w:r>
    </w:p>
    <w:p w14:paraId="25A2E559" w14:textId="7D5258D5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3. SES FRAISES</w:t>
      </w:r>
    </w:p>
    <w:p w14:paraId="75454419" w14:textId="7C12B299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4. LEURS ENCEINTES</w:t>
      </w:r>
    </w:p>
    <w:p w14:paraId="5B26D6FE" w14:textId="36709F2F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5. MON TÉLÉPHONE</w:t>
      </w:r>
    </w:p>
    <w:p w14:paraId="418F6DB5" w14:textId="660F5BD9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6. LEURS TOILETTES</w:t>
      </w:r>
    </w:p>
    <w:p w14:paraId="19978D2B" w14:textId="15C47AC9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7. NOTRE SALON</w:t>
      </w:r>
    </w:p>
    <w:p w14:paraId="76437AA1" w14:textId="0285D2EA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8. TA BOUCHE</w:t>
      </w:r>
    </w:p>
    <w:p w14:paraId="2DA73415" w14:textId="05A25443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9. MON ORDINATEUR</w:t>
      </w:r>
    </w:p>
    <w:p w14:paraId="62F900D8" w14:textId="43C0D76A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10. TA MAISON</w:t>
      </w:r>
    </w:p>
    <w:p w14:paraId="3F874723" w14:textId="328AD424" w:rsidR="008F16EE" w:rsidRPr="00C958B8" w:rsidRDefault="00C958B8" w:rsidP="00C958B8">
      <w:pPr>
        <w:spacing w:after="0" w:line="240" w:lineRule="auto"/>
        <w:rPr>
          <w:b/>
          <w:sz w:val="28"/>
        </w:rPr>
      </w:pPr>
      <w:r>
        <w:rPr>
          <w:b/>
          <w:sz w:val="28"/>
        </w:rPr>
        <w:t>11</w:t>
      </w:r>
      <w:r w:rsidR="008F16EE" w:rsidRPr="00C958B8">
        <w:rPr>
          <w:b/>
          <w:sz w:val="28"/>
        </w:rPr>
        <w:t>. NOTRE GRILLE-PAIN</w:t>
      </w:r>
    </w:p>
    <w:p w14:paraId="7A77DC86" w14:textId="7C27C9F7" w:rsidR="008F16EE" w:rsidRPr="00C958B8" w:rsidRDefault="00C958B8" w:rsidP="00C958B8">
      <w:pPr>
        <w:spacing w:after="0" w:line="240" w:lineRule="auto"/>
        <w:rPr>
          <w:b/>
          <w:sz w:val="28"/>
        </w:rPr>
      </w:pPr>
      <w:r>
        <w:rPr>
          <w:b/>
          <w:sz w:val="28"/>
        </w:rPr>
        <w:t>12</w:t>
      </w:r>
      <w:r w:rsidR="008F16EE" w:rsidRPr="00C958B8">
        <w:rPr>
          <w:b/>
          <w:sz w:val="28"/>
        </w:rPr>
        <w:t>. SES SOURIS</w:t>
      </w:r>
    </w:p>
    <w:p w14:paraId="6353EDD9" w14:textId="3C49D528" w:rsidR="008F16EE" w:rsidRPr="00C958B8" w:rsidRDefault="00C958B8" w:rsidP="00C958B8">
      <w:pPr>
        <w:spacing w:after="0" w:line="240" w:lineRule="auto"/>
        <w:rPr>
          <w:b/>
          <w:sz w:val="28"/>
        </w:rPr>
      </w:pPr>
      <w:r>
        <w:rPr>
          <w:b/>
          <w:sz w:val="28"/>
        </w:rPr>
        <w:t>13</w:t>
      </w:r>
      <w:r w:rsidR="008F16EE" w:rsidRPr="00C958B8">
        <w:rPr>
          <w:b/>
          <w:sz w:val="28"/>
        </w:rPr>
        <w:t>. LEURS DOSSIERS</w:t>
      </w:r>
    </w:p>
    <w:p w14:paraId="0033E7F7" w14:textId="01C0D1BB" w:rsidR="008F16EE" w:rsidRPr="00C958B8" w:rsidRDefault="00C958B8" w:rsidP="00C958B8">
      <w:pPr>
        <w:spacing w:after="0" w:line="240" w:lineRule="auto"/>
        <w:rPr>
          <w:b/>
          <w:sz w:val="28"/>
        </w:rPr>
      </w:pPr>
      <w:r>
        <w:rPr>
          <w:b/>
          <w:sz w:val="28"/>
        </w:rPr>
        <w:t>14</w:t>
      </w:r>
      <w:r w:rsidR="008F16EE" w:rsidRPr="00C958B8">
        <w:rPr>
          <w:b/>
          <w:sz w:val="28"/>
        </w:rPr>
        <w:t>. SES JAMBES</w:t>
      </w:r>
    </w:p>
    <w:p w14:paraId="4FCFC4F7" w14:textId="3237E6D3" w:rsidR="00C958B8" w:rsidRPr="00C958B8" w:rsidRDefault="00C958B8" w:rsidP="00C958B8">
      <w:pPr>
        <w:spacing w:after="0" w:line="240" w:lineRule="auto"/>
        <w:rPr>
          <w:b/>
          <w:sz w:val="28"/>
        </w:rPr>
      </w:pPr>
      <w:r>
        <w:rPr>
          <w:b/>
          <w:sz w:val="28"/>
        </w:rPr>
        <w:t>15</w:t>
      </w:r>
      <w:r w:rsidRPr="00C958B8">
        <w:rPr>
          <w:b/>
          <w:sz w:val="28"/>
        </w:rPr>
        <w:t>. MON SAC A DOS</w:t>
      </w:r>
    </w:p>
    <w:p w14:paraId="313A95B0" w14:textId="457096A3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16. LEURS COPAINS</w:t>
      </w:r>
    </w:p>
    <w:p w14:paraId="59204129" w14:textId="10C87EEC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17. NOTRE ARMOIRE</w:t>
      </w:r>
    </w:p>
    <w:p w14:paraId="0B4FD5C4" w14:textId="52B2E217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18. SES CHEVEUX</w:t>
      </w:r>
    </w:p>
    <w:p w14:paraId="13C08B3C" w14:textId="5F16D4F9" w:rsidR="00C958B8" w:rsidRPr="00C958B8" w:rsidRDefault="00C958B8" w:rsidP="00C958B8">
      <w:pPr>
        <w:spacing w:after="0" w:line="240" w:lineRule="auto"/>
        <w:rPr>
          <w:b/>
          <w:sz w:val="28"/>
        </w:rPr>
      </w:pPr>
      <w:r>
        <w:rPr>
          <w:b/>
          <w:sz w:val="28"/>
        </w:rPr>
        <w:t>19</w:t>
      </w:r>
      <w:r w:rsidRPr="00C958B8">
        <w:rPr>
          <w:b/>
          <w:sz w:val="28"/>
        </w:rPr>
        <w:t>. TA TOUR</w:t>
      </w:r>
    </w:p>
    <w:p w14:paraId="76B9D87B" w14:textId="1F317D72" w:rsidR="008F16EE" w:rsidRPr="00C958B8" w:rsidRDefault="00C958B8" w:rsidP="00C958B8">
      <w:pPr>
        <w:spacing w:after="0" w:line="240" w:lineRule="auto"/>
        <w:rPr>
          <w:b/>
          <w:sz w:val="28"/>
        </w:rPr>
      </w:pPr>
      <w:r>
        <w:rPr>
          <w:b/>
          <w:sz w:val="28"/>
        </w:rPr>
        <w:t>20</w:t>
      </w:r>
      <w:r w:rsidR="008F16EE" w:rsidRPr="00C958B8">
        <w:rPr>
          <w:b/>
          <w:sz w:val="28"/>
        </w:rPr>
        <w:t>. LEURS DOIGTS</w:t>
      </w:r>
    </w:p>
    <w:p w14:paraId="33986C7D" w14:textId="2DAC08C8" w:rsidR="008F16EE" w:rsidRPr="00C958B8" w:rsidRDefault="00C958B8" w:rsidP="00C958B8">
      <w:pPr>
        <w:spacing w:after="0" w:line="240" w:lineRule="auto"/>
        <w:rPr>
          <w:b/>
          <w:sz w:val="28"/>
        </w:rPr>
      </w:pPr>
      <w:r>
        <w:rPr>
          <w:b/>
          <w:sz w:val="28"/>
        </w:rPr>
        <w:t>21</w:t>
      </w:r>
      <w:r w:rsidR="008F16EE" w:rsidRPr="00C958B8">
        <w:rPr>
          <w:b/>
          <w:sz w:val="28"/>
        </w:rPr>
        <w:t>. SES TOUCHES</w:t>
      </w:r>
    </w:p>
    <w:p w14:paraId="5360E3CB" w14:textId="4988C306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22. NOTRE SALLE DE BAINS</w:t>
      </w:r>
    </w:p>
    <w:p w14:paraId="42BF8CC9" w14:textId="2E17A7A2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23. LEURS ASPERGES</w:t>
      </w:r>
    </w:p>
    <w:p w14:paraId="1EAEAC60" w14:textId="36A6607D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24. SES ENCEINTES</w:t>
      </w:r>
    </w:p>
    <w:p w14:paraId="5CAA4A92" w14:textId="29BD985B" w:rsidR="00C958B8" w:rsidRPr="00C958B8" w:rsidRDefault="00C958B8" w:rsidP="00C958B8">
      <w:pPr>
        <w:spacing w:after="0" w:line="240" w:lineRule="auto"/>
        <w:rPr>
          <w:b/>
          <w:sz w:val="28"/>
        </w:rPr>
      </w:pPr>
      <w:r>
        <w:rPr>
          <w:b/>
          <w:sz w:val="28"/>
        </w:rPr>
        <w:t>25</w:t>
      </w:r>
      <w:r w:rsidRPr="00C958B8">
        <w:rPr>
          <w:b/>
          <w:sz w:val="28"/>
        </w:rPr>
        <w:t>. TA GORGE</w:t>
      </w:r>
    </w:p>
    <w:p w14:paraId="5C86B3A3" w14:textId="05E3B46B" w:rsidR="008F16EE" w:rsidRPr="00C958B8" w:rsidRDefault="00C958B8" w:rsidP="00C958B8">
      <w:pPr>
        <w:spacing w:after="0" w:line="240" w:lineRule="auto"/>
        <w:rPr>
          <w:b/>
          <w:sz w:val="28"/>
        </w:rPr>
      </w:pPr>
      <w:r>
        <w:rPr>
          <w:b/>
          <w:sz w:val="28"/>
        </w:rPr>
        <w:t>26</w:t>
      </w:r>
      <w:r w:rsidR="008F16EE" w:rsidRPr="00C958B8">
        <w:rPr>
          <w:b/>
          <w:sz w:val="28"/>
        </w:rPr>
        <w:t>. MON GARAGE</w:t>
      </w:r>
    </w:p>
    <w:p w14:paraId="7D46C3C0" w14:textId="1EDD74A7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27. NOTRE LAVE-LINGE</w:t>
      </w:r>
    </w:p>
    <w:p w14:paraId="446CD969" w14:textId="3DB09108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28. MON DÎNER</w:t>
      </w:r>
    </w:p>
    <w:p w14:paraId="133D9CAF" w14:textId="00C00EC9" w:rsidR="008F16EE" w:rsidRPr="00C958B8" w:rsidRDefault="008F16EE" w:rsidP="00C958B8">
      <w:pPr>
        <w:spacing w:after="0" w:line="240" w:lineRule="auto"/>
        <w:rPr>
          <w:b/>
          <w:sz w:val="28"/>
        </w:rPr>
      </w:pPr>
      <w:r w:rsidRPr="00C958B8">
        <w:rPr>
          <w:b/>
          <w:sz w:val="28"/>
        </w:rPr>
        <w:t>29. LEURS FRAISES</w:t>
      </w:r>
    </w:p>
    <w:p w14:paraId="39B8C73C" w14:textId="3D7586A8" w:rsidR="008F16EE" w:rsidRPr="00C958B8" w:rsidRDefault="00C958B8" w:rsidP="00C958B8">
      <w:pPr>
        <w:spacing w:after="0" w:line="240" w:lineRule="auto"/>
        <w:rPr>
          <w:b/>
          <w:sz w:val="28"/>
        </w:rPr>
      </w:pPr>
      <w:r>
        <w:rPr>
          <w:b/>
          <w:sz w:val="28"/>
        </w:rPr>
        <w:t>30</w:t>
      </w:r>
      <w:r w:rsidR="008F16EE" w:rsidRPr="00C958B8">
        <w:rPr>
          <w:b/>
          <w:sz w:val="28"/>
        </w:rPr>
        <w:t>. NOTRE CLAVIER</w:t>
      </w:r>
    </w:p>
    <w:p w14:paraId="6303DB28" w14:textId="18E92549" w:rsidR="008F16EE" w:rsidRPr="00C958B8" w:rsidRDefault="00C958B8" w:rsidP="00C958B8">
      <w:pPr>
        <w:spacing w:after="0" w:line="240" w:lineRule="auto"/>
        <w:rPr>
          <w:b/>
          <w:sz w:val="28"/>
        </w:rPr>
      </w:pPr>
      <w:r>
        <w:rPr>
          <w:b/>
          <w:sz w:val="28"/>
        </w:rPr>
        <w:t>3</w:t>
      </w:r>
      <w:r w:rsidR="008F16EE" w:rsidRPr="00C958B8">
        <w:rPr>
          <w:b/>
          <w:sz w:val="28"/>
        </w:rPr>
        <w:t>1. MON LIT</w:t>
      </w:r>
    </w:p>
    <w:p w14:paraId="1E390634" w14:textId="41965293" w:rsidR="008F16EE" w:rsidRPr="00C958B8" w:rsidRDefault="00C958B8" w:rsidP="00C958B8">
      <w:pPr>
        <w:spacing w:after="0" w:line="240" w:lineRule="auto"/>
        <w:rPr>
          <w:b/>
          <w:sz w:val="28"/>
        </w:rPr>
      </w:pPr>
      <w:r>
        <w:rPr>
          <w:b/>
          <w:sz w:val="28"/>
        </w:rPr>
        <w:t>3</w:t>
      </w:r>
      <w:r w:rsidR="008F16EE" w:rsidRPr="00C958B8">
        <w:rPr>
          <w:b/>
          <w:sz w:val="28"/>
        </w:rPr>
        <w:t>2. MON DISQUE DUR</w:t>
      </w:r>
    </w:p>
    <w:p w14:paraId="445872F3" w14:textId="77777777" w:rsidR="008F16EE" w:rsidRPr="00C958B8" w:rsidRDefault="008F16EE" w:rsidP="00C958B8">
      <w:pPr>
        <w:spacing w:after="0" w:line="240" w:lineRule="auto"/>
        <w:rPr>
          <w:b/>
          <w:sz w:val="28"/>
        </w:rPr>
      </w:pPr>
    </w:p>
    <w:sectPr w:rsidR="008F16EE" w:rsidRPr="00C958B8" w:rsidSect="00AE0CE2">
      <w:pgSz w:w="15840" w:h="12240" w:orient="landscape"/>
      <w:pgMar w:top="360" w:right="72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4DE98F" w14:textId="77777777" w:rsidR="00676E97" w:rsidRDefault="00676E97" w:rsidP="007264FC">
      <w:pPr>
        <w:spacing w:after="0" w:line="240" w:lineRule="auto"/>
      </w:pPr>
      <w:r>
        <w:separator/>
      </w:r>
    </w:p>
  </w:endnote>
  <w:endnote w:type="continuationSeparator" w:id="0">
    <w:p w14:paraId="3C08D44C" w14:textId="77777777" w:rsidR="00676E97" w:rsidRDefault="00676E97" w:rsidP="00726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2DE76" w14:textId="77777777" w:rsidR="00676E97" w:rsidRDefault="00676E97" w:rsidP="007264FC">
      <w:pPr>
        <w:spacing w:after="0" w:line="240" w:lineRule="auto"/>
      </w:pPr>
      <w:r>
        <w:separator/>
      </w:r>
    </w:p>
  </w:footnote>
  <w:footnote w:type="continuationSeparator" w:id="0">
    <w:p w14:paraId="70A1E9C0" w14:textId="77777777" w:rsidR="00676E97" w:rsidRDefault="00676E97" w:rsidP="007264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72D"/>
    <w:rsid w:val="001B2316"/>
    <w:rsid w:val="0021525A"/>
    <w:rsid w:val="003233A9"/>
    <w:rsid w:val="003540A2"/>
    <w:rsid w:val="00422D3C"/>
    <w:rsid w:val="005023A9"/>
    <w:rsid w:val="006300EF"/>
    <w:rsid w:val="00676E97"/>
    <w:rsid w:val="006A45E9"/>
    <w:rsid w:val="006B4C99"/>
    <w:rsid w:val="00702E02"/>
    <w:rsid w:val="007264FC"/>
    <w:rsid w:val="007A42A6"/>
    <w:rsid w:val="007F7702"/>
    <w:rsid w:val="008C3050"/>
    <w:rsid w:val="008C6F0D"/>
    <w:rsid w:val="008F16EE"/>
    <w:rsid w:val="009E3FEE"/>
    <w:rsid w:val="00A33F70"/>
    <w:rsid w:val="00A66FEA"/>
    <w:rsid w:val="00AC39B0"/>
    <w:rsid w:val="00AE0CE2"/>
    <w:rsid w:val="00C958B8"/>
    <w:rsid w:val="00CD5A31"/>
    <w:rsid w:val="00D777C5"/>
    <w:rsid w:val="00D832F7"/>
    <w:rsid w:val="00D9572D"/>
    <w:rsid w:val="00ED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B7C3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C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4F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64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264F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64F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64FC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C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4F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64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264F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64F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64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1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04%20-%20Templates\Games\Loto%20en%20pair%20-%20TABLEA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BDA42D9-6E39-0249-BA3F-EBA7A8D14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\04 - Templates\Games\Loto en pair - TABLEAU.dotx</Template>
  <TotalTime>55</TotalTime>
  <Pages>2</Pages>
  <Words>165</Words>
  <Characters>944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</dc:creator>
  <cp:lastModifiedBy>Edouard Smith</cp:lastModifiedBy>
  <cp:revision>6</cp:revision>
  <cp:lastPrinted>2014-05-28T14:25:00Z</cp:lastPrinted>
  <dcterms:created xsi:type="dcterms:W3CDTF">2014-05-27T10:34:00Z</dcterms:created>
  <dcterms:modified xsi:type="dcterms:W3CDTF">2014-05-28T14:37:00Z</dcterms:modified>
</cp:coreProperties>
</file>